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5B87CF5C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7A4EDB">
        <w:rPr>
          <w:b/>
          <w:bCs/>
          <w:sz w:val="20"/>
        </w:rPr>
        <w:t>2024/42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lW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proofErr w:type="gram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proofErr w:type="gram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CommentTex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y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y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028D753F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3-05-11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13BF" w:rsidRPr="00D018C3">
                  <w:rPr>
                    <w:rFonts w:eastAsia="Calibri"/>
                    <w:sz w:val="20"/>
                  </w:rPr>
                  <w:t>11.05.2023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1-5/41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5253F3" w:rsidRPr="00D018C3" w14:paraId="4DFB3757" w14:textId="77777777" w:rsidTr="00836379">
        <w:tc>
          <w:tcPr>
            <w:tcW w:w="3920" w:type="dxa"/>
          </w:tcPr>
          <w:p w14:paraId="7104C5A1" w14:textId="0C179D64" w:rsidR="005253F3" w:rsidRPr="00D018C3" w:rsidRDefault="006257CD" w:rsidP="00E8544B">
            <w:pPr>
              <w:rPr>
                <w:sz w:val="20"/>
              </w:rPr>
            </w:pPr>
            <w:r w:rsidRPr="006257CD">
              <w:rPr>
                <w:sz w:val="20"/>
              </w:rPr>
              <w:t>Eesti Metsatööd OÜ</w:t>
            </w:r>
          </w:p>
        </w:tc>
        <w:tc>
          <w:tcPr>
            <w:tcW w:w="3877" w:type="dxa"/>
          </w:tcPr>
          <w:p w14:paraId="5F1EAB18" w14:textId="5A14E9A0" w:rsidR="005253F3" w:rsidRPr="00D018C3" w:rsidRDefault="00411859" w:rsidP="00836379">
            <w:pPr>
              <w:rPr>
                <w:bCs/>
                <w:sz w:val="20"/>
              </w:rPr>
            </w:pPr>
            <w:r w:rsidRPr="00D018C3">
              <w:rPr>
                <w:sz w:val="20"/>
              </w:rPr>
              <w:t>Registrikood</w:t>
            </w:r>
            <w:r w:rsidRPr="0041185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="006257CD" w:rsidRPr="006257CD">
              <w:rPr>
                <w:sz w:val="20"/>
              </w:rPr>
              <w:t>12787755</w:t>
            </w:r>
            <w:r w:rsidR="004127F5" w:rsidRPr="00D018C3">
              <w:rPr>
                <w:noProof/>
                <w:color w:val="000000"/>
                <w:sz w:val="20"/>
              </w:rPr>
              <w:br/>
            </w:r>
            <w:r w:rsidR="006257CD" w:rsidRPr="006257CD">
              <w:rPr>
                <w:bCs/>
                <w:sz w:val="20"/>
              </w:rPr>
              <w:t>Metsa 6-6 Siimusti alevik Jõgeva vald Jõgevamaa 48444</w:t>
            </w:r>
          </w:p>
        </w:tc>
        <w:tc>
          <w:tcPr>
            <w:tcW w:w="2232" w:type="dxa"/>
          </w:tcPr>
          <w:p w14:paraId="3696B06E" w14:textId="5C002BB6" w:rsidR="005253F3" w:rsidRPr="00D018C3" w:rsidRDefault="005253F3" w:rsidP="00E8544B">
            <w:pPr>
              <w:rPr>
                <w:bCs/>
                <w:sz w:val="20"/>
              </w:rPr>
            </w:pPr>
          </w:p>
        </w:tc>
      </w:tr>
      <w:tr w:rsidR="00836379" w:rsidRPr="00D018C3" w14:paraId="7F7BAED8" w14:textId="77777777" w:rsidTr="00836379">
        <w:tc>
          <w:tcPr>
            <w:tcW w:w="3920" w:type="dxa"/>
          </w:tcPr>
          <w:p w14:paraId="3986D41B" w14:textId="77777777" w:rsidR="00836379" w:rsidRPr="00D018C3" w:rsidRDefault="00836379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520C4978" w14:textId="778E8BE5" w:rsidR="00836379" w:rsidRPr="00D018C3" w:rsidRDefault="00411859" w:rsidP="00E8544B">
            <w:pPr>
              <w:rPr>
                <w:bCs/>
                <w:sz w:val="20"/>
              </w:rPr>
            </w:pPr>
            <w:r>
              <w:rPr>
                <w:sz w:val="20"/>
              </w:rPr>
              <w:t xml:space="preserve"> Juhatuse liige </w:t>
            </w:r>
            <w:proofErr w:type="spellStart"/>
            <w:r w:rsidR="006257CD" w:rsidRPr="006257CD">
              <w:rPr>
                <w:sz w:val="20"/>
              </w:rPr>
              <w:t>Alger</w:t>
            </w:r>
            <w:proofErr w:type="spellEnd"/>
            <w:r w:rsidR="006257CD" w:rsidRPr="006257CD">
              <w:rPr>
                <w:sz w:val="20"/>
              </w:rPr>
              <w:t xml:space="preserve"> </w:t>
            </w:r>
            <w:proofErr w:type="spellStart"/>
            <w:r w:rsidR="006257CD" w:rsidRPr="006257CD">
              <w:rPr>
                <w:sz w:val="20"/>
              </w:rPr>
              <w:t>Allev</w:t>
            </w:r>
            <w:proofErr w:type="spellEnd"/>
          </w:p>
        </w:tc>
        <w:tc>
          <w:tcPr>
            <w:tcW w:w="2232" w:type="dxa"/>
          </w:tcPr>
          <w:p w14:paraId="3C6B67D8" w14:textId="59A85272" w:rsidR="00836379" w:rsidRPr="006257CD" w:rsidRDefault="00836379" w:rsidP="00E8544B">
            <w:pPr>
              <w:rPr>
                <w:bCs/>
                <w:sz w:val="20"/>
              </w:rPr>
            </w:pPr>
            <w:r w:rsidRPr="006257CD">
              <w:rPr>
                <w:noProof/>
                <w:color w:val="000000"/>
                <w:sz w:val="20"/>
              </w:rPr>
              <w:t xml:space="preserve">Tel </w:t>
            </w:r>
            <w:r w:rsidR="006257CD" w:rsidRPr="006257CD">
              <w:rPr>
                <w:sz w:val="20"/>
              </w:rPr>
              <w:t>5136628</w:t>
            </w:r>
            <w:r w:rsidRPr="006257CD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3" w:history="1">
              <w:r w:rsidR="006257CD" w:rsidRPr="006257CD">
                <w:rPr>
                  <w:rStyle w:val="Hyperlink"/>
                  <w:sz w:val="20"/>
                </w:rPr>
                <w:t>alger.allev@mail.ee</w:t>
              </w:r>
            </w:hyperlink>
            <w:r w:rsidR="006257CD" w:rsidRPr="006257CD">
              <w:rPr>
                <w:sz w:val="20"/>
              </w:rPr>
              <w:t xml:space="preserve"> </w:t>
            </w:r>
          </w:p>
        </w:tc>
      </w:tr>
      <w:tr w:rsidR="00836379" w:rsidRPr="00D018C3" w14:paraId="6EC5CC10" w14:textId="77777777" w:rsidTr="00836379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836379" w:rsidRPr="00D018C3" w:rsidRDefault="00836379" w:rsidP="008B5D77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 w:rsidR="008B5D77"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lastRenderedPageBreak/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</w:t>
      </w:r>
      <w:proofErr w:type="spellStart"/>
      <w:r w:rsidR="005253F3" w:rsidRPr="00D018C3">
        <w:rPr>
          <w:sz w:val="20"/>
        </w:rPr>
        <w:t>üleantava</w:t>
      </w:r>
      <w:proofErr w:type="spellEnd"/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767F65CD" w14:textId="77777777" w:rsidR="00293770" w:rsidRPr="00D018C3" w:rsidRDefault="00D4333E" w:rsidP="00A1317E">
      <w:pPr>
        <w:pStyle w:val="Pealkiri21"/>
        <w:rPr>
          <w:sz w:val="20"/>
        </w:rPr>
      </w:pPr>
      <w:r w:rsidRPr="00D018C3">
        <w:rPr>
          <w:i/>
          <w:sz w:val="20"/>
        </w:rPr>
        <w:t>Müüja</w:t>
      </w:r>
      <w:r w:rsidR="005253F3" w:rsidRPr="00D018C3">
        <w:rPr>
          <w:sz w:val="20"/>
        </w:rPr>
        <w:t xml:space="preserve"> poolne </w:t>
      </w:r>
      <w:r w:rsidR="00AC7315" w:rsidRPr="00D018C3">
        <w:rPr>
          <w:i/>
          <w:sz w:val="20"/>
        </w:rPr>
        <w:t>m</w:t>
      </w:r>
      <w:r w:rsidRPr="00D018C3">
        <w:rPr>
          <w:i/>
          <w:sz w:val="20"/>
        </w:rPr>
        <w:t>etsamaterjal</w:t>
      </w:r>
      <w:r w:rsidR="005253F3" w:rsidRPr="00D018C3">
        <w:rPr>
          <w:i/>
          <w:sz w:val="20"/>
        </w:rPr>
        <w:t>i</w:t>
      </w:r>
      <w:r w:rsidR="005253F3" w:rsidRPr="00D018C3">
        <w:rPr>
          <w:sz w:val="20"/>
        </w:rPr>
        <w:t xml:space="preserve"> </w:t>
      </w:r>
      <w:r w:rsidR="00AC7315" w:rsidRPr="00D018C3">
        <w:rPr>
          <w:sz w:val="20"/>
        </w:rPr>
        <w:t>tehingu vormistaja</w:t>
      </w:r>
      <w:r w:rsidR="005253F3" w:rsidRPr="00D018C3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8B5D77" w:rsidRPr="0025588C" w14:paraId="54E0D44D" w14:textId="77777777" w:rsidTr="00304BD8">
        <w:tc>
          <w:tcPr>
            <w:tcW w:w="1093" w:type="pct"/>
            <w:shd w:val="clear" w:color="auto" w:fill="auto"/>
          </w:tcPr>
          <w:p w14:paraId="7A2A7781" w14:textId="77777777" w:rsidR="008B5D77" w:rsidRPr="0025588C" w:rsidRDefault="008B5D77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A379370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1200807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621E50" w:rsidRPr="00C779E1" w14:paraId="17C8B0DC" w14:textId="77777777" w:rsidTr="00304BD8">
        <w:tc>
          <w:tcPr>
            <w:tcW w:w="1093" w:type="pct"/>
            <w:shd w:val="clear" w:color="auto" w:fill="auto"/>
          </w:tcPr>
          <w:p w14:paraId="503D6D0E" w14:textId="1256E5DD" w:rsidR="00621E50" w:rsidRPr="00621E50" w:rsidRDefault="00621E50" w:rsidP="00621E50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21E50">
              <w:rPr>
                <w:sz w:val="20"/>
              </w:rPr>
              <w:t>Katrin Võlli</w:t>
            </w:r>
          </w:p>
        </w:tc>
        <w:tc>
          <w:tcPr>
            <w:tcW w:w="1798" w:type="pct"/>
            <w:shd w:val="clear" w:color="auto" w:fill="auto"/>
          </w:tcPr>
          <w:p w14:paraId="5F8D9F2E" w14:textId="31C9315F" w:rsidR="00621E50" w:rsidRPr="00621E50" w:rsidRDefault="00621E50" w:rsidP="00621E50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21E50">
              <w:rPr>
                <w:sz w:val="20"/>
              </w:rPr>
              <w:t>512 3633</w:t>
            </w:r>
          </w:p>
        </w:tc>
        <w:tc>
          <w:tcPr>
            <w:tcW w:w="2109" w:type="pct"/>
            <w:shd w:val="clear" w:color="auto" w:fill="auto"/>
          </w:tcPr>
          <w:p w14:paraId="57209388" w14:textId="70900899" w:rsidR="00621E50" w:rsidRPr="00621E50" w:rsidRDefault="00DC78C2" w:rsidP="00621E50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="00621E50" w:rsidRPr="006B6AC6">
                <w:rPr>
                  <w:rStyle w:val="Hyperlink"/>
                  <w:sz w:val="20"/>
                </w:rPr>
                <w:t>aktid.kagu@rmk.ee</w:t>
              </w:r>
            </w:hyperlink>
            <w:r w:rsidR="00621E50">
              <w:rPr>
                <w:sz w:val="20"/>
              </w:rPr>
              <w:t xml:space="preserve"> </w:t>
            </w:r>
          </w:p>
        </w:tc>
      </w:tr>
    </w:tbl>
    <w:p w14:paraId="6ACD398F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vastuvõtja ja mõõtja on:</w:t>
      </w:r>
    </w:p>
    <w:tbl>
      <w:tblPr>
        <w:tblW w:w="2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</w:tblGrid>
      <w:tr w:rsidR="00100A84" w:rsidRPr="0025588C" w14:paraId="50DA1390" w14:textId="77777777" w:rsidTr="00100A84">
        <w:tc>
          <w:tcPr>
            <w:tcW w:w="1891" w:type="pct"/>
            <w:shd w:val="clear" w:color="auto" w:fill="auto"/>
          </w:tcPr>
          <w:p w14:paraId="489755D2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3109" w:type="pct"/>
            <w:shd w:val="clear" w:color="auto" w:fill="auto"/>
          </w:tcPr>
          <w:p w14:paraId="70C43AEB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</w:tr>
      <w:tr w:rsidR="00100A84" w:rsidRPr="00C779E1" w14:paraId="025B9546" w14:textId="77777777" w:rsidTr="00100A84">
        <w:tc>
          <w:tcPr>
            <w:tcW w:w="1891" w:type="pct"/>
            <w:shd w:val="clear" w:color="auto" w:fill="auto"/>
          </w:tcPr>
          <w:p w14:paraId="592D5813" w14:textId="66BF82A5" w:rsidR="00100A84" w:rsidRPr="00C779E1" w:rsidRDefault="006257CD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proofErr w:type="spellStart"/>
            <w:r w:rsidRPr="006257CD">
              <w:rPr>
                <w:sz w:val="20"/>
              </w:rPr>
              <w:t>Alger</w:t>
            </w:r>
            <w:proofErr w:type="spellEnd"/>
            <w:r w:rsidRPr="006257CD">
              <w:rPr>
                <w:sz w:val="20"/>
              </w:rPr>
              <w:t xml:space="preserve"> </w:t>
            </w:r>
            <w:proofErr w:type="spellStart"/>
            <w:r w:rsidRPr="006257CD">
              <w:rPr>
                <w:sz w:val="20"/>
              </w:rPr>
              <w:t>Allev</w:t>
            </w:r>
            <w:proofErr w:type="spellEnd"/>
          </w:p>
        </w:tc>
        <w:tc>
          <w:tcPr>
            <w:tcW w:w="3109" w:type="pct"/>
            <w:shd w:val="clear" w:color="auto" w:fill="auto"/>
          </w:tcPr>
          <w:p w14:paraId="3B98A5CC" w14:textId="2BA27D5F" w:rsidR="00100A84" w:rsidRPr="00C779E1" w:rsidRDefault="006257CD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257CD">
              <w:rPr>
                <w:sz w:val="20"/>
              </w:rPr>
              <w:t>5136628</w:t>
            </w:r>
          </w:p>
        </w:tc>
      </w:tr>
    </w:tbl>
    <w:p w14:paraId="767E93BD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100A84" w:rsidRPr="0025588C" w14:paraId="0D1D58E5" w14:textId="77777777" w:rsidTr="00304BD8">
        <w:tc>
          <w:tcPr>
            <w:tcW w:w="1093" w:type="pct"/>
            <w:shd w:val="clear" w:color="auto" w:fill="auto"/>
          </w:tcPr>
          <w:p w14:paraId="67ED3B71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30E58C9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2870DEBA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100A84" w:rsidRPr="00C779E1" w14:paraId="5FA94151" w14:textId="77777777" w:rsidTr="00304BD8">
        <w:tc>
          <w:tcPr>
            <w:tcW w:w="1093" w:type="pct"/>
            <w:shd w:val="clear" w:color="auto" w:fill="auto"/>
          </w:tcPr>
          <w:p w14:paraId="39E7FC12" w14:textId="674FC7D3" w:rsidR="00100A84" w:rsidRPr="00C779E1" w:rsidRDefault="006257CD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proofErr w:type="spellStart"/>
            <w:r w:rsidRPr="006257CD">
              <w:rPr>
                <w:sz w:val="20"/>
              </w:rPr>
              <w:t>Alger</w:t>
            </w:r>
            <w:proofErr w:type="spellEnd"/>
            <w:r w:rsidRPr="006257CD">
              <w:rPr>
                <w:sz w:val="20"/>
              </w:rPr>
              <w:t xml:space="preserve"> </w:t>
            </w:r>
            <w:proofErr w:type="spellStart"/>
            <w:r w:rsidRPr="006257CD">
              <w:rPr>
                <w:sz w:val="20"/>
              </w:rPr>
              <w:t>Allev</w:t>
            </w:r>
            <w:proofErr w:type="spellEnd"/>
          </w:p>
        </w:tc>
        <w:tc>
          <w:tcPr>
            <w:tcW w:w="1798" w:type="pct"/>
            <w:shd w:val="clear" w:color="auto" w:fill="auto"/>
          </w:tcPr>
          <w:p w14:paraId="13BDFED5" w14:textId="1D504155" w:rsidR="00100A84" w:rsidRPr="00C779E1" w:rsidRDefault="006257CD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257CD">
              <w:rPr>
                <w:sz w:val="20"/>
              </w:rPr>
              <w:t>5136628</w:t>
            </w:r>
          </w:p>
        </w:tc>
        <w:tc>
          <w:tcPr>
            <w:tcW w:w="2109" w:type="pct"/>
            <w:shd w:val="clear" w:color="auto" w:fill="auto"/>
          </w:tcPr>
          <w:p w14:paraId="7AE5DF02" w14:textId="1DF634D7" w:rsidR="00100A84" w:rsidRPr="006257CD" w:rsidRDefault="00DC78C2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="006257CD" w:rsidRPr="006257CD">
                <w:rPr>
                  <w:rStyle w:val="Hyperlink"/>
                  <w:sz w:val="20"/>
                </w:rPr>
                <w:t>alger.allev@mail.ee</w:t>
              </w:r>
            </w:hyperlink>
            <w:r w:rsidR="006257CD" w:rsidRPr="006257CD">
              <w:rPr>
                <w:sz w:val="20"/>
              </w:rPr>
              <w:t xml:space="preserve"> </w:t>
            </w:r>
          </w:p>
        </w:tc>
      </w:tr>
    </w:tbl>
    <w:p w14:paraId="43DAC9E4" w14:textId="77777777" w:rsidR="00293770" w:rsidRPr="00D018C3" w:rsidRDefault="00293770" w:rsidP="00A53E7F">
      <w:pPr>
        <w:pStyle w:val="Pealkiri21"/>
        <w:rPr>
          <w:sz w:val="20"/>
        </w:rPr>
      </w:pPr>
      <w:r w:rsidRPr="00D018C3">
        <w:rPr>
          <w:sz w:val="20"/>
        </w:rPr>
        <w:t>Lepingu punktis 2.12. - 2.14. toodud 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66040018" w:rsidR="00D514A5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lastRenderedPageBreak/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42847B2D" w14:textId="4605F4FC" w:rsidR="00706A34" w:rsidRPr="00D018C3" w:rsidRDefault="00706A34" w:rsidP="007D7794">
            <w:pPr>
              <w:rPr>
                <w:sz w:val="20"/>
              </w:rPr>
            </w:pPr>
            <w:r>
              <w:rPr>
                <w:sz w:val="20"/>
              </w:rPr>
              <w:t>Ettemaksugraafik lisa 3.</w:t>
            </w:r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4C40F947" w:rsidR="00151D79" w:rsidRPr="006257CD" w:rsidRDefault="00D4333E" w:rsidP="006257CD">
      <w:pPr>
        <w:pStyle w:val="Pealkiri21"/>
        <w:numPr>
          <w:ilvl w:val="1"/>
          <w:numId w:val="32"/>
        </w:numPr>
        <w:rPr>
          <w:sz w:val="20"/>
        </w:rPr>
      </w:pPr>
      <w:r w:rsidRPr="006257CD">
        <w:rPr>
          <w:sz w:val="20"/>
        </w:rPr>
        <w:t>Müüja</w:t>
      </w:r>
      <w:r w:rsidR="005253F3" w:rsidRPr="006257CD">
        <w:rPr>
          <w:sz w:val="20"/>
        </w:rPr>
        <w:t xml:space="preserve"> esitab </w:t>
      </w:r>
      <w:r w:rsidR="00151D79" w:rsidRPr="006257CD">
        <w:rPr>
          <w:sz w:val="20"/>
        </w:rPr>
        <w:t xml:space="preserve">ettemaksu laekumisel </w:t>
      </w:r>
      <w:r w:rsidR="005253F3" w:rsidRPr="006257CD">
        <w:rPr>
          <w:sz w:val="20"/>
        </w:rPr>
        <w:t xml:space="preserve">arved </w:t>
      </w:r>
      <w:r w:rsidR="0094376B" w:rsidRPr="006257CD">
        <w:rPr>
          <w:sz w:val="20"/>
        </w:rPr>
        <w:t>m</w:t>
      </w:r>
      <w:r w:rsidRPr="006257CD">
        <w:rPr>
          <w:sz w:val="20"/>
        </w:rPr>
        <w:t>etsamaterjal</w:t>
      </w:r>
      <w:r w:rsidR="005253F3" w:rsidRPr="006257CD">
        <w:rPr>
          <w:sz w:val="20"/>
        </w:rPr>
        <w:t xml:space="preserve">i eest elektrooniliselt e-posti aadressile: </w:t>
      </w:r>
      <w:hyperlink r:id="rId16" w:history="1">
        <w:r w:rsidR="006257CD" w:rsidRPr="006B6AC6">
          <w:rPr>
            <w:rStyle w:val="Hyperlink"/>
          </w:rPr>
          <w:t>alger.allev@mail.ee</w:t>
        </w:r>
      </w:hyperlink>
      <w:r w:rsidR="006257CD">
        <w:t xml:space="preserve"> </w:t>
      </w:r>
      <w:r w:rsidR="008B5D77" w:rsidRPr="006257CD">
        <w:rPr>
          <w:bCs/>
          <w:sz w:val="20"/>
        </w:rPr>
        <w:t xml:space="preserve"> </w:t>
      </w:r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</w:t>
      </w:r>
      <w:bookmarkStart w:id="3" w:name="_GoBack"/>
      <w:bookmarkEnd w:id="3"/>
      <w:r w:rsidRPr="00D018C3">
        <w:rPr>
          <w:sz w:val="20"/>
        </w:rPr>
        <w:t>iseni mõlema poole poolt.</w:t>
      </w:r>
    </w:p>
    <w:p w14:paraId="689A2B1D" w14:textId="580BCCB6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DC78C2">
        <w:rPr>
          <w:sz w:val="20"/>
        </w:rPr>
        <w:t>16</w:t>
      </w:r>
      <w:r w:rsidR="008B5D77">
        <w:rPr>
          <w:sz w:val="20"/>
        </w:rPr>
        <w:t>.01.2024 – 31.12.2024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7" w:history="1">
        <w:r w:rsidRPr="00D018C3">
          <w:rPr>
            <w:rStyle w:val="Hy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41D68834" w:rsidR="004623EE" w:rsidRPr="00D018C3" w:rsidRDefault="006257CD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proofErr w:type="spellStart"/>
            <w:r w:rsidRPr="006257CD">
              <w:rPr>
                <w:sz w:val="20"/>
              </w:rPr>
              <w:t>Alger</w:t>
            </w:r>
            <w:proofErr w:type="spellEnd"/>
            <w:r w:rsidRPr="006257CD">
              <w:rPr>
                <w:sz w:val="20"/>
              </w:rPr>
              <w:t xml:space="preserve"> </w:t>
            </w:r>
            <w:proofErr w:type="spellStart"/>
            <w:r w:rsidRPr="006257CD">
              <w:rPr>
                <w:sz w:val="20"/>
              </w:rPr>
              <w:t>Allev</w:t>
            </w:r>
            <w:proofErr w:type="spellEnd"/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52D02049" w:rsidR="00174319" w:rsidRDefault="0017431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8C2">
          <w:rPr>
            <w:noProof/>
          </w:rPr>
          <w:t>3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4"/>
  </w:num>
  <w:num w:numId="5">
    <w:abstractNumId w:val="15"/>
  </w:num>
  <w:num w:numId="6">
    <w:abstractNumId w:val="18"/>
  </w:num>
  <w:num w:numId="7">
    <w:abstractNumId w:val="20"/>
  </w:num>
  <w:num w:numId="8">
    <w:abstractNumId w:val="5"/>
  </w:num>
  <w:num w:numId="9">
    <w:abstractNumId w:val="7"/>
  </w:num>
  <w:num w:numId="10">
    <w:abstractNumId w:val="1"/>
  </w:num>
  <w:num w:numId="11">
    <w:abstractNumId w:val="2"/>
  </w:num>
  <w:num w:numId="12">
    <w:abstractNumId w:val="12"/>
  </w:num>
  <w:num w:numId="13">
    <w:abstractNumId w:val="17"/>
  </w:num>
  <w:num w:numId="14">
    <w:abstractNumId w:val="8"/>
  </w:num>
  <w:num w:numId="15">
    <w:abstractNumId w:val="4"/>
  </w:num>
  <w:num w:numId="16">
    <w:abstractNumId w:val="17"/>
  </w:num>
  <w:num w:numId="1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"/>
  </w:num>
  <w:num w:numId="24">
    <w:abstractNumId w:val="19"/>
  </w:num>
  <w:num w:numId="25">
    <w:abstractNumId w:val="6"/>
  </w:num>
  <w:num w:numId="26">
    <w:abstractNumId w:val="11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6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1E50"/>
    <w:rsid w:val="00622151"/>
    <w:rsid w:val="00622746"/>
    <w:rsid w:val="006257CD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6A34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4EDB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C78C2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lger.allev@mail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lger.allev@mail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lger.allev@mail.ee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kagu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1A"/>
    <w:rsid w:val="0022161A"/>
    <w:rsid w:val="008B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008"/>
  </w:style>
  <w:style w:type="paragraph" w:customStyle="1" w:styleId="A81A70C5EB394A5F81C993B183142563">
    <w:name w:val="A81A70C5EB394A5F81C993B183142563"/>
  </w:style>
  <w:style w:type="paragraph" w:customStyle="1" w:styleId="B32CA5BF7BB14798A14775B4A2318903">
    <w:name w:val="B32CA5BF7BB14798A14775B4A2318903"/>
  </w:style>
  <w:style w:type="paragraph" w:customStyle="1" w:styleId="D4BD643989B343A089493F5DA9993E48">
    <w:name w:val="D4BD643989B343A089493F5DA9993E48"/>
  </w:style>
  <w:style w:type="paragraph" w:customStyle="1" w:styleId="0B8992CE28CB4D988B25DAA4C62F0DE6">
    <w:name w:val="0B8992CE28CB4D988B25DAA4C62F0DE6"/>
  </w:style>
  <w:style w:type="paragraph" w:customStyle="1" w:styleId="6A83F8DE02E148498E9BFB1BFEEC60FA">
    <w:name w:val="6A83F8DE02E148498E9BFB1BFEEC60FA"/>
  </w:style>
  <w:style w:type="paragraph" w:customStyle="1" w:styleId="662AD2D7608A4F3FB6ED4BC9D71ADABD">
    <w:name w:val="662AD2D7608A4F3FB6ED4BC9D71ADABD"/>
  </w:style>
  <w:style w:type="paragraph" w:customStyle="1" w:styleId="0B0B9AF655CA4EE497E936E3480CE378">
    <w:name w:val="0B0B9AF655CA4EE497E936E3480CE378"/>
  </w:style>
  <w:style w:type="paragraph" w:customStyle="1" w:styleId="2FE01D59C0C7408A8BBE5E38C6ABE995">
    <w:name w:val="2FE01D59C0C7408A8BBE5E38C6ABE995"/>
  </w:style>
  <w:style w:type="paragraph" w:customStyle="1" w:styleId="CD661DE94E73439EB2E4F9DB3944363A">
    <w:name w:val="CD661DE94E73439EB2E4F9DB3944363A"/>
  </w:style>
  <w:style w:type="paragraph" w:customStyle="1" w:styleId="8188CA391CAE4860A36DEF8A9C62B6A6">
    <w:name w:val="8188CA391CAE4860A36DEF8A9C62B6A6"/>
  </w:style>
  <w:style w:type="paragraph" w:customStyle="1" w:styleId="06229116474C43CDBF2280C45F24C360">
    <w:name w:val="06229116474C43CDBF2280C45F24C360"/>
  </w:style>
  <w:style w:type="paragraph" w:customStyle="1" w:styleId="57830AE1E3594F47B059874349B7F5E2">
    <w:name w:val="57830AE1E3594F47B059874349B7F5E2"/>
  </w:style>
  <w:style w:type="paragraph" w:customStyle="1" w:styleId="F1A4EC48987941268804DB0042DE1E8D">
    <w:name w:val="F1A4EC48987941268804DB0042DE1E8D"/>
  </w:style>
  <w:style w:type="paragraph" w:customStyle="1" w:styleId="5BE60394294C4461A6B2F70CE476662A">
    <w:name w:val="5BE60394294C4461A6B2F70CE476662A"/>
  </w:style>
  <w:style w:type="paragraph" w:customStyle="1" w:styleId="FD0B8AE2B637421CA350ECD238F6D7C6">
    <w:name w:val="FD0B8AE2B637421CA350ECD238F6D7C6"/>
  </w:style>
  <w:style w:type="paragraph" w:customStyle="1" w:styleId="9791AE26E5A84BF7874312D244963E4A">
    <w:name w:val="9791AE26E5A84BF7874312D244963E4A"/>
  </w:style>
  <w:style w:type="paragraph" w:customStyle="1" w:styleId="9EC6461566904FA2BC868E96945A9116">
    <w:name w:val="9EC6461566904FA2BC868E96945A9116"/>
  </w:style>
  <w:style w:type="paragraph" w:customStyle="1" w:styleId="2873EAE1A9FC4439AC38E3D02D2FBBC6">
    <w:name w:val="2873EAE1A9FC4439AC38E3D02D2FBBC6"/>
  </w:style>
  <w:style w:type="paragraph" w:customStyle="1" w:styleId="AB99201ECD554710B781A69CF348CF63">
    <w:name w:val="AB99201ECD554710B781A69CF348CF63"/>
  </w:style>
  <w:style w:type="paragraph" w:customStyle="1" w:styleId="135CD7323BDE442BBCB538DB96E8F1BB">
    <w:name w:val="135CD7323BDE442BBCB538DB96E8F1BB"/>
  </w:style>
  <w:style w:type="paragraph" w:customStyle="1" w:styleId="B1388F54239341E786A8A3BD1EF169C4">
    <w:name w:val="B1388F54239341E786A8A3BD1EF169C4"/>
  </w:style>
  <w:style w:type="paragraph" w:customStyle="1" w:styleId="711DC93C662849EF98D1A3837B03030A">
    <w:name w:val="711DC93C662849EF98D1A3837B03030A"/>
    <w:rsid w:val="0022161A"/>
  </w:style>
  <w:style w:type="paragraph" w:customStyle="1" w:styleId="F320B38DBEF44338A45B2C30980475A7">
    <w:name w:val="F320B38DBEF44338A45B2C30980475A7"/>
    <w:rsid w:val="008B1008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5C899-B2A0-448D-B7D5-2D6BF47E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</Template>
  <TotalTime>4</TotalTime>
  <Pages>3</Pages>
  <Words>941</Words>
  <Characters>7394</Characters>
  <Application>Microsoft Office Word</Application>
  <DocSecurity>0</DocSecurity>
  <Lines>61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8319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6</cp:revision>
  <cp:lastPrinted>2011-09-19T08:13:00Z</cp:lastPrinted>
  <dcterms:created xsi:type="dcterms:W3CDTF">2024-01-16T09:43:00Z</dcterms:created>
  <dcterms:modified xsi:type="dcterms:W3CDTF">2024-01-16T09:51:00Z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